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91C19D5" w14:textId="199189AE" w:rsidR="00857962" w:rsidRPr="00993B7D" w:rsidRDefault="00486BD1" w:rsidP="00486BD1">
      <w:pPr>
        <w:pStyle w:val="Title"/>
      </w:pPr>
      <w:r>
        <w:rPr>
          <w:noProof/>
        </w:rPr>
        <w:pict w14:anchorId="73F7253A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14:paraId="78296E93" w14:textId="7F5B98DF"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 w14:anchorId="54BD0601"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14:paraId="6E082774" w14:textId="77777777"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 w14:anchorId="729C2FFF"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 w14:anchorId="6CEA4F75"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 w14:anchorId="6B5C074C"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14:paraId="296BA33A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14:paraId="2161C43C" w14:textId="4DA87FAF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en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14:paraId="3EB1F54F" w14:textId="543745FF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14:paraId="4C1CA46D" w14:textId="7FBE96B4"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-mail: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en-US" w:eastAsia="en-US"/>
        </w:rPr>
        <w:drawing>
          <wp:anchor distT="0" distB="0" distL="114300" distR="114300" simplePos="0" relativeHeight="251655680" behindDoc="0" locked="0" layoutInCell="1" allowOverlap="1" wp14:anchorId="4490D7BC" wp14:editId="03B11B25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C6B17BC"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14:paraId="0D42715D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IALA Recommendation</w:t>
                  </w:r>
                </w:p>
                <w:p w14:paraId="4903AFD0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A6329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O-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???</w:t>
                  </w:r>
                </w:p>
                <w:p w14:paraId="2D7CA3C8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21A4096C" w14:textId="77777777"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14:paraId="2D0A3EF0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7D1D5AB2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14:paraId="6A2D52E0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67D15116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14:paraId="6420A08B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52BBCF62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14:paraId="0A0FC91B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0" w:name="_Toc197236497"/>
      <w:r w:rsidR="00857962" w:rsidRPr="00993B7D">
        <w:lastRenderedPageBreak/>
        <w:t>Document Revisions</w:t>
      </w:r>
      <w:bookmarkEnd w:id="0"/>
    </w:p>
    <w:p w14:paraId="46180BD2" w14:textId="77777777"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CD33CE5" w14:textId="77777777">
        <w:tc>
          <w:tcPr>
            <w:tcW w:w="1908" w:type="dxa"/>
          </w:tcPr>
          <w:p w14:paraId="238A527B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0C8AEE56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48E60ED1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13EC2CCF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0ED3F649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749C00DE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1FDA4740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E92FF33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67FAA6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4AB9543D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2E176AF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0B47D823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855296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62176FC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CDE67F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AC532E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5E3B62EC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74ED80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16C1FAF4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6B247CE2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A3E1CE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6BE7E671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3A80680D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8FD6362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71D7D2D9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FC0CCA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22776228" w14:textId="77777777" w:rsidR="00857962" w:rsidRPr="00460028" w:rsidRDefault="00857962" w:rsidP="00AF615B">
            <w:pPr>
              <w:pStyle w:val="BodyText"/>
            </w:pPr>
          </w:p>
        </w:tc>
      </w:tr>
    </w:tbl>
    <w:p w14:paraId="0BDA920D" w14:textId="77777777" w:rsidR="009E1230" w:rsidRPr="00DF6EB4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>Recommendation on</w:t>
      </w:r>
      <w:r w:rsidR="009C15C8">
        <w:t xml:space="preserve"> </w:t>
      </w:r>
      <w:r w:rsidR="00820397">
        <w:t xml:space="preserve">the marking of </w:t>
      </w:r>
      <w:r w:rsidR="00972166">
        <w:t>Floating</w:t>
      </w:r>
      <w:r w:rsidR="00820397">
        <w:t xml:space="preserve"> wreckage</w:t>
      </w:r>
      <w:r w:rsidR="00E22226">
        <w:t>)</w:t>
      </w:r>
    </w:p>
    <w:p w14:paraId="5B21C254" w14:textId="77777777" w:rsidR="009E1230" w:rsidRPr="00460028" w:rsidRDefault="009E1230" w:rsidP="003C44EB">
      <w:pPr>
        <w:pStyle w:val="BlockText"/>
      </w:pPr>
      <w:r w:rsidRPr="00460028">
        <w:t>(Recommendation</w:t>
      </w:r>
      <w:r w:rsidR="009C15C8">
        <w:t xml:space="preserve"> </w:t>
      </w:r>
      <w:r w:rsidR="00A63292">
        <w:rPr>
          <w:highlight w:val="yellow"/>
        </w:rPr>
        <w:t>O</w:t>
      </w:r>
      <w:r w:rsidR="00DF6EB4" w:rsidRPr="00DF6EB4">
        <w:rPr>
          <w:highlight w:val="yellow"/>
        </w:rPr>
        <w:t>-</w:t>
      </w:r>
      <w:r w:rsidR="001F045B" w:rsidRPr="001F045B">
        <w:rPr>
          <w:highlight w:val="yellow"/>
        </w:rPr>
        <w:t>####</w:t>
      </w:r>
      <w:r w:rsidRPr="00460028">
        <w:t>)</w:t>
      </w:r>
    </w:p>
    <w:p w14:paraId="392906E7" w14:textId="77777777" w:rsidR="009E1230" w:rsidRPr="00460028" w:rsidRDefault="009E1230"/>
    <w:p w14:paraId="75FAA574" w14:textId="77777777" w:rsidR="009E1230" w:rsidRPr="00460028" w:rsidRDefault="009E1230" w:rsidP="007E43BC">
      <w:pPr>
        <w:pStyle w:val="THECOUNCIL"/>
        <w:rPr>
          <w:sz w:val="22"/>
        </w:rPr>
      </w:pPr>
      <w:r w:rsidRPr="00460028">
        <w:t>THE COUNCIL:</w:t>
      </w:r>
    </w:p>
    <w:p w14:paraId="2BAA55AB" w14:textId="77777777" w:rsidR="009E1230" w:rsidRPr="00460028" w:rsidRDefault="009E1230">
      <w:pPr>
        <w:pStyle w:val="BodyText"/>
        <w:spacing w:before="240"/>
        <w:ind w:left="425"/>
        <w:rPr>
          <w:rFonts w:cs="Arial"/>
        </w:rPr>
      </w:pPr>
      <w:r w:rsidRPr="00460028">
        <w:rPr>
          <w:rFonts w:cs="Arial"/>
          <w:b/>
        </w:rPr>
        <w:t>RECALLING</w:t>
      </w:r>
      <w:r w:rsidRPr="00460028">
        <w:rPr>
          <w:rFonts w:cs="Arial"/>
        </w:rPr>
        <w:t xml:space="preserve"> the function of IALA with respect to Safety of Navigation, the efficiency of maritime transport and the protection of the environment</w:t>
      </w:r>
      <w:proofErr w:type="gramStart"/>
      <w:r w:rsidRPr="00460028">
        <w:rPr>
          <w:rFonts w:cs="Arial"/>
        </w:rPr>
        <w:t>;</w:t>
      </w:r>
      <w:proofErr w:type="gramEnd"/>
    </w:p>
    <w:p w14:paraId="40A544C8" w14:textId="77777777" w:rsidR="009E1230" w:rsidRPr="00460028" w:rsidRDefault="009E1230" w:rsidP="007E43BC">
      <w:pPr>
        <w:pStyle w:val="Recallings"/>
      </w:pPr>
      <w:r w:rsidRPr="00460028">
        <w:rPr>
          <w:b/>
        </w:rPr>
        <w:t xml:space="preserve">RECOGNISING </w:t>
      </w:r>
      <w:bookmarkStart w:id="1" w:name="_Toc479557559"/>
      <w:r w:rsidRPr="00460028">
        <w:t xml:space="preserve">that </w:t>
      </w:r>
      <w:r w:rsidR="00A075B1">
        <w:t>the IMO international conference on the removal of wrecks changed the definition of wreck</w:t>
      </w:r>
      <w:r w:rsidR="0003143D">
        <w:t>, and</w:t>
      </w:r>
      <w:r w:rsidR="00A075B1">
        <w:t xml:space="preserve">, </w:t>
      </w:r>
      <w:r w:rsidR="0003143D">
        <w:t xml:space="preserve">in addition identified </w:t>
      </w:r>
      <w:r w:rsidR="00896EE6">
        <w:t xml:space="preserve">that </w:t>
      </w:r>
      <w:r w:rsidR="0003143D">
        <w:t xml:space="preserve">objects that had been aboard a </w:t>
      </w:r>
      <w:r w:rsidR="00896EE6">
        <w:t>stranded or sunken ship</w:t>
      </w:r>
      <w:r w:rsidR="004B3673">
        <w:t xml:space="preserve"> </w:t>
      </w:r>
      <w:r w:rsidR="00896EE6">
        <w:t xml:space="preserve">could be classified </w:t>
      </w:r>
      <w:r w:rsidR="0003143D">
        <w:t>as potential hazards to safe navigation;</w:t>
      </w:r>
    </w:p>
    <w:p w14:paraId="1F4C8752" w14:textId="77777777" w:rsidR="0003143D" w:rsidRDefault="0003143D" w:rsidP="007E43BC">
      <w:pPr>
        <w:pStyle w:val="Recallings"/>
        <w:rPr>
          <w:b/>
        </w:rPr>
      </w:pPr>
      <w:r w:rsidRPr="007E43BC">
        <w:rPr>
          <w:b/>
        </w:rPr>
        <w:t xml:space="preserve">RECOGNISING ALSO </w:t>
      </w:r>
      <w:r w:rsidR="00972166" w:rsidRPr="00972166">
        <w:t xml:space="preserve">that some of those hazards </w:t>
      </w:r>
      <w:r w:rsidR="007253E2">
        <w:t>may</w:t>
      </w:r>
      <w:r w:rsidR="00972166" w:rsidRPr="00972166">
        <w:t xml:space="preserve"> be drifting</w:t>
      </w:r>
      <w:proofErr w:type="gramStart"/>
      <w:r w:rsidR="00972166">
        <w:rPr>
          <w:b/>
        </w:rPr>
        <w:t>;</w:t>
      </w:r>
      <w:proofErr w:type="gramEnd"/>
    </w:p>
    <w:p w14:paraId="55F02663" w14:textId="77777777" w:rsidR="00197406" w:rsidRDefault="009E1230" w:rsidP="007E43BC">
      <w:pPr>
        <w:pStyle w:val="Recallings"/>
      </w:pPr>
      <w:r w:rsidRPr="007E43BC">
        <w:rPr>
          <w:b/>
        </w:rPr>
        <w:t xml:space="preserve">RECOGNISING </w:t>
      </w:r>
      <w:r w:rsidR="0003143D" w:rsidRPr="007E43BC">
        <w:rPr>
          <w:b/>
        </w:rPr>
        <w:t xml:space="preserve">FURTHER </w:t>
      </w:r>
      <w:r w:rsidR="00972166" w:rsidRPr="00460028">
        <w:t xml:space="preserve">that </w:t>
      </w:r>
      <w:r w:rsidR="00972166">
        <w:t xml:space="preserve">the marking, </w:t>
      </w:r>
      <w:r w:rsidR="00972166" w:rsidRPr="00975361">
        <w:t>report</w:t>
      </w:r>
      <w:r w:rsidR="00972166">
        <w:t>ing and updating of the position of such hazards to safe navigation is the responsibility of the coastal state</w:t>
      </w:r>
      <w:proofErr w:type="gramStart"/>
      <w:r w:rsidR="00972166">
        <w:t>;</w:t>
      </w:r>
      <w:proofErr w:type="gramEnd"/>
    </w:p>
    <w:bookmarkEnd w:id="1"/>
    <w:p w14:paraId="78FD7662" w14:textId="5691D4BD" w:rsidR="00087F9F" w:rsidRDefault="009E1230" w:rsidP="00896EE6">
      <w:pPr>
        <w:pStyle w:val="Recallings"/>
      </w:pPr>
      <w:r w:rsidRPr="007E43BC">
        <w:rPr>
          <w:b/>
        </w:rPr>
        <w:t xml:space="preserve">NOTING </w:t>
      </w:r>
      <w:r w:rsidR="00896EE6">
        <w:rPr>
          <w:b/>
        </w:rPr>
        <w:t>that t</w:t>
      </w:r>
      <w:r w:rsidR="00896EE6">
        <w:t xml:space="preserve">he marking of </w:t>
      </w:r>
      <w:r w:rsidR="00B967AA">
        <w:t xml:space="preserve">significant floating </w:t>
      </w:r>
      <w:r w:rsidR="00896EE6">
        <w:t xml:space="preserve">wreckage </w:t>
      </w:r>
      <w:r w:rsidR="00615BDF">
        <w:t>may require the use of mobile AtoN</w:t>
      </w:r>
      <w:proofErr w:type="gramStart"/>
      <w:r w:rsidR="00087F9F">
        <w:t>;</w:t>
      </w:r>
      <w:proofErr w:type="gramEnd"/>
    </w:p>
    <w:p w14:paraId="2EB38650" w14:textId="1718D659" w:rsidR="00896EE6" w:rsidRDefault="00896EE6" w:rsidP="00896EE6">
      <w:pPr>
        <w:pStyle w:val="Recallings"/>
      </w:pPr>
      <w:r w:rsidRPr="007E43BC">
        <w:rPr>
          <w:b/>
        </w:rPr>
        <w:t>NOTING ALSO</w:t>
      </w:r>
      <w:r w:rsidRPr="00460028">
        <w:t xml:space="preserve"> that</w:t>
      </w:r>
      <w:r>
        <w:t xml:space="preserve"> responsibilities and impacts associated with </w:t>
      </w:r>
      <w:r w:rsidR="00615BDF">
        <w:t>the crossing, by mobile AtoN</w:t>
      </w:r>
      <w:r w:rsidR="00087F9F">
        <w:t xml:space="preserve">, of </w:t>
      </w:r>
      <w:r>
        <w:t xml:space="preserve">jurisdictional boundaries, particularly in areas where a common boundary line between two </w:t>
      </w:r>
      <w:r w:rsidR="00087F9F">
        <w:t>a</w:t>
      </w:r>
      <w:r>
        <w:t xml:space="preserve">uthorities is recognised, </w:t>
      </w:r>
      <w:r w:rsidR="00615BDF">
        <w:t>should be addressed in a case-by-</w:t>
      </w:r>
      <w:r w:rsidR="00087F9F">
        <w:t>case scenario</w:t>
      </w:r>
      <w:proofErr w:type="gramStart"/>
      <w:r>
        <w:t>;</w:t>
      </w:r>
      <w:proofErr w:type="gramEnd"/>
    </w:p>
    <w:p w14:paraId="38347684" w14:textId="77777777" w:rsidR="009E1230" w:rsidRPr="00460028" w:rsidRDefault="00896EE6" w:rsidP="00896EE6">
      <w:pPr>
        <w:pStyle w:val="Recallings"/>
      </w:pPr>
      <w:r w:rsidRPr="007E43BC">
        <w:rPr>
          <w:b/>
        </w:rPr>
        <w:t xml:space="preserve">CONSIDERING </w:t>
      </w:r>
      <w:r>
        <w:rPr>
          <w:b/>
        </w:rPr>
        <w:t>t</w:t>
      </w:r>
      <w:r>
        <w:t xml:space="preserve">he </w:t>
      </w:r>
      <w:r w:rsidR="00B967AA">
        <w:t xml:space="preserve">potential </w:t>
      </w:r>
      <w:r>
        <w:t>disposable nature of an AtoN deployed that is not affixed or moored</w:t>
      </w:r>
      <w:proofErr w:type="gramStart"/>
      <w:r>
        <w:t>;</w:t>
      </w:r>
      <w:proofErr w:type="gramEnd"/>
    </w:p>
    <w:p w14:paraId="4FB37C6B" w14:textId="5E6AED2B" w:rsidR="009E1230" w:rsidRPr="00460028" w:rsidRDefault="009E1230" w:rsidP="007E43BC">
      <w:pPr>
        <w:pStyle w:val="Recallings"/>
      </w:pPr>
      <w:r w:rsidRPr="00460028">
        <w:rPr>
          <w:b/>
        </w:rPr>
        <w:t>ADOPTS</w:t>
      </w:r>
      <w:r w:rsidRPr="00460028">
        <w:t xml:space="preserve"> the </w:t>
      </w:r>
      <w:r w:rsidR="00820397">
        <w:t>guid</w:t>
      </w:r>
      <w:r w:rsidR="00615BDF">
        <w:t>ance</w:t>
      </w:r>
      <w:r w:rsidR="00820397">
        <w:t xml:space="preserve"> contained in the </w:t>
      </w:r>
      <w:r w:rsidR="00615BDF">
        <w:t>Annex of this R</w:t>
      </w:r>
      <w:r w:rsidRPr="00460028">
        <w:t>ecommendation; and,</w:t>
      </w:r>
    </w:p>
    <w:p w14:paraId="33B9063D" w14:textId="4827553A" w:rsidR="009E1230" w:rsidRPr="00460028" w:rsidRDefault="009E1230" w:rsidP="007E43BC">
      <w:pPr>
        <w:pStyle w:val="Recallings"/>
      </w:pPr>
      <w:r w:rsidRPr="00460028">
        <w:rPr>
          <w:b/>
        </w:rPr>
        <w:t>RECOMMENDS</w:t>
      </w:r>
      <w:r w:rsidRPr="00460028">
        <w:t xml:space="preserve"> that National Members and other appropriate Authorities providing mar</w:t>
      </w:r>
      <w:r w:rsidR="00675FFD">
        <w:t>ine aids to navigation services</w:t>
      </w:r>
      <w:r w:rsidR="0078526C">
        <w:t xml:space="preserve">, when </w:t>
      </w:r>
      <w:r w:rsidR="00B967AA">
        <w:t xml:space="preserve">considering the requirement </w:t>
      </w:r>
      <w:r w:rsidR="0078526C">
        <w:t xml:space="preserve">to mark </w:t>
      </w:r>
      <w:r w:rsidR="007157DA">
        <w:t>drifting</w:t>
      </w:r>
      <w:r w:rsidR="0078526C">
        <w:t xml:space="preserve"> wreck</w:t>
      </w:r>
      <w:r w:rsidR="00B967AA">
        <w:t>age</w:t>
      </w:r>
      <w:r w:rsidR="0078526C">
        <w:t xml:space="preserve">, ensure they comply </w:t>
      </w:r>
      <w:r w:rsidR="00615BDF">
        <w:t>with the guidance contained in this R</w:t>
      </w:r>
      <w:r w:rsidR="0078526C">
        <w:t>ecommendation.</w:t>
      </w:r>
    </w:p>
    <w:p w14:paraId="5C31252E" w14:textId="77777777" w:rsidR="00460028" w:rsidRPr="00993B7D" w:rsidRDefault="009E1230" w:rsidP="00993B7D">
      <w:pPr>
        <w:pStyle w:val="Title"/>
      </w:pPr>
      <w:r w:rsidRPr="00460028">
        <w:br w:type="page"/>
      </w:r>
      <w:bookmarkStart w:id="2" w:name="_Toc197236498"/>
      <w:r w:rsidR="00460028" w:rsidRPr="00993B7D">
        <w:lastRenderedPageBreak/>
        <w:t>Table of Contents</w:t>
      </w:r>
      <w:bookmarkEnd w:id="2"/>
    </w:p>
    <w:p w14:paraId="552E5B79" w14:textId="77777777" w:rsidR="00486BD1" w:rsidRDefault="00D22407">
      <w:pPr>
        <w:pStyle w:val="TOC1"/>
        <w:rPr>
          <w:rFonts w:asciiTheme="minorHAnsi" w:hAnsiTheme="minorHAnsi"/>
          <w:sz w:val="24"/>
          <w:szCs w:val="24"/>
          <w:lang w:val="en-US" w:eastAsia="ja-JP"/>
        </w:rPr>
      </w:pPr>
      <w:r>
        <w:rPr>
          <w:rFonts w:cs="Times New Roman"/>
          <w:b/>
          <w:szCs w:val="20"/>
        </w:rPr>
        <w:fldChar w:fldCharType="begin"/>
      </w:r>
      <w:r w:rsidR="006A2AB1">
        <w:rPr>
          <w:rFonts w:cs="Times New Roman"/>
          <w:b/>
          <w:szCs w:val="20"/>
        </w:rPr>
        <w:instrText xml:space="preserve"> TOC \o "3-3" \h \z \t "Heading 1,1,Heading 2,2,Title,1,Appendix,4" </w:instrText>
      </w:r>
      <w:r>
        <w:rPr>
          <w:rFonts w:cs="Times New Roman"/>
          <w:b/>
          <w:szCs w:val="20"/>
        </w:rPr>
        <w:fldChar w:fldCharType="separate"/>
      </w:r>
      <w:r w:rsidR="00486BD1">
        <w:t>Document Revisions</w:t>
      </w:r>
      <w:r w:rsidR="00486BD1">
        <w:tab/>
      </w:r>
      <w:r w:rsidR="00486BD1">
        <w:fldChar w:fldCharType="begin"/>
      </w:r>
      <w:r w:rsidR="00486BD1">
        <w:instrText xml:space="preserve"> PAGEREF _Toc197236497 \h </w:instrText>
      </w:r>
      <w:r w:rsidR="00486BD1">
        <w:fldChar w:fldCharType="separate"/>
      </w:r>
      <w:r w:rsidR="00486BD1">
        <w:t>2</w:t>
      </w:r>
      <w:r w:rsidR="00486BD1">
        <w:fldChar w:fldCharType="end"/>
      </w:r>
    </w:p>
    <w:p w14:paraId="6E780FE3" w14:textId="77777777" w:rsidR="00486BD1" w:rsidRDefault="00486BD1">
      <w:pPr>
        <w:pStyle w:val="TOC1"/>
        <w:rPr>
          <w:rFonts w:asciiTheme="minorHAnsi" w:hAnsiTheme="minorHAnsi"/>
          <w:sz w:val="24"/>
          <w:szCs w:val="24"/>
          <w:lang w:val="en-US" w:eastAsia="ja-JP"/>
        </w:rPr>
      </w:pPr>
      <w:r>
        <w:t>Table of Contents</w:t>
      </w:r>
      <w:r>
        <w:tab/>
      </w:r>
      <w:r>
        <w:fldChar w:fldCharType="begin"/>
      </w:r>
      <w:r>
        <w:instrText xml:space="preserve"> PAGEREF _Toc197236498 \h </w:instrText>
      </w:r>
      <w:r>
        <w:fldChar w:fldCharType="separate"/>
      </w:r>
      <w:r>
        <w:t>4</w:t>
      </w:r>
      <w:r>
        <w:fldChar w:fldCharType="end"/>
      </w:r>
    </w:p>
    <w:p w14:paraId="0F067CFE" w14:textId="77777777" w:rsidR="00486BD1" w:rsidRDefault="00486BD1">
      <w:pPr>
        <w:pStyle w:val="TOC1"/>
        <w:rPr>
          <w:rFonts w:asciiTheme="minorHAnsi" w:hAnsiTheme="minorHAnsi"/>
          <w:sz w:val="24"/>
          <w:szCs w:val="24"/>
          <w:lang w:val="en-US" w:eastAsia="ja-JP"/>
        </w:rPr>
      </w:pPr>
      <w:r>
        <w:t>Annex</w:t>
      </w:r>
      <w:r>
        <w:tab/>
      </w:r>
      <w:r>
        <w:fldChar w:fldCharType="begin"/>
      </w:r>
      <w:r>
        <w:instrText xml:space="preserve"> PAGEREF _Toc197236499 \h </w:instrText>
      </w:r>
      <w:r>
        <w:fldChar w:fldCharType="separate"/>
      </w:r>
      <w:r>
        <w:t>5</w:t>
      </w:r>
      <w:r>
        <w:fldChar w:fldCharType="end"/>
      </w:r>
    </w:p>
    <w:p w14:paraId="06F5C3C4" w14:textId="77777777" w:rsidR="00486BD1" w:rsidRDefault="00486BD1">
      <w:pPr>
        <w:pStyle w:val="TOC1"/>
        <w:tabs>
          <w:tab w:val="left" w:pos="362"/>
        </w:tabs>
        <w:rPr>
          <w:rFonts w:asciiTheme="minorHAnsi" w:hAnsiTheme="minorHAnsi"/>
          <w:sz w:val="24"/>
          <w:szCs w:val="24"/>
          <w:lang w:val="en-US" w:eastAsia="ja-JP"/>
        </w:rPr>
      </w:pPr>
      <w:r>
        <w:t>1</w:t>
      </w:r>
      <w:r>
        <w:rPr>
          <w:rFonts w:asciiTheme="minorHAnsi" w:hAnsiTheme="minorHAnsi"/>
          <w:sz w:val="24"/>
          <w:szCs w:val="24"/>
          <w:lang w:val="en-US" w:eastAsia="ja-JP"/>
        </w:rPr>
        <w:tab/>
      </w:r>
      <w:r>
        <w:t>Introduction</w:t>
      </w:r>
      <w:r>
        <w:tab/>
      </w:r>
      <w:r>
        <w:fldChar w:fldCharType="begin"/>
      </w:r>
      <w:r>
        <w:instrText xml:space="preserve"> PAGEREF _Toc197236500 \h </w:instrText>
      </w:r>
      <w:r>
        <w:fldChar w:fldCharType="separate"/>
      </w:r>
      <w:r>
        <w:t>5</w:t>
      </w:r>
      <w:r>
        <w:fldChar w:fldCharType="end"/>
      </w:r>
    </w:p>
    <w:p w14:paraId="1D63DF1E" w14:textId="77777777" w:rsidR="00486BD1" w:rsidRDefault="00486BD1">
      <w:pPr>
        <w:pStyle w:val="TOC1"/>
        <w:tabs>
          <w:tab w:val="left" w:pos="362"/>
        </w:tabs>
        <w:rPr>
          <w:rFonts w:asciiTheme="minorHAnsi" w:hAnsiTheme="minorHAnsi"/>
          <w:sz w:val="24"/>
          <w:szCs w:val="24"/>
          <w:lang w:val="en-US" w:eastAsia="ja-JP"/>
        </w:rPr>
      </w:pPr>
      <w:r>
        <w:t>2</w:t>
      </w:r>
      <w:r>
        <w:rPr>
          <w:rFonts w:asciiTheme="minorHAnsi" w:hAnsiTheme="minorHAnsi"/>
          <w:sz w:val="24"/>
          <w:szCs w:val="24"/>
          <w:lang w:val="en-US" w:eastAsia="ja-JP"/>
        </w:rPr>
        <w:tab/>
      </w:r>
      <w:r>
        <w:t>Assessing the risk</w:t>
      </w:r>
      <w:r>
        <w:tab/>
      </w:r>
      <w:r>
        <w:fldChar w:fldCharType="begin"/>
      </w:r>
      <w:r>
        <w:instrText xml:space="preserve"> PAGEREF _Toc197236501 \h </w:instrText>
      </w:r>
      <w:r>
        <w:fldChar w:fldCharType="separate"/>
      </w:r>
      <w:r>
        <w:t>5</w:t>
      </w:r>
      <w:r>
        <w:fldChar w:fldCharType="end"/>
      </w:r>
    </w:p>
    <w:p w14:paraId="1B733C1F" w14:textId="77777777" w:rsidR="00486BD1" w:rsidRDefault="00486BD1">
      <w:pPr>
        <w:pStyle w:val="TOC1"/>
        <w:tabs>
          <w:tab w:val="left" w:pos="362"/>
        </w:tabs>
        <w:rPr>
          <w:rFonts w:asciiTheme="minorHAnsi" w:hAnsiTheme="minorHAnsi"/>
          <w:sz w:val="24"/>
          <w:szCs w:val="24"/>
          <w:lang w:val="en-US" w:eastAsia="ja-JP"/>
        </w:rPr>
      </w:pPr>
      <w:r>
        <w:t>3</w:t>
      </w:r>
      <w:r>
        <w:rPr>
          <w:rFonts w:asciiTheme="minorHAnsi" w:hAnsiTheme="minorHAnsi"/>
          <w:sz w:val="24"/>
          <w:szCs w:val="24"/>
          <w:lang w:val="en-US" w:eastAsia="ja-JP"/>
        </w:rPr>
        <w:tab/>
      </w:r>
      <w:r>
        <w:t>Marking floating wreckage</w:t>
      </w:r>
      <w:r>
        <w:tab/>
      </w:r>
      <w:r>
        <w:fldChar w:fldCharType="begin"/>
      </w:r>
      <w:r>
        <w:instrText xml:space="preserve"> PAGEREF _Toc197236502 \h </w:instrText>
      </w:r>
      <w:r>
        <w:fldChar w:fldCharType="separate"/>
      </w:r>
      <w:r>
        <w:t>5</w:t>
      </w:r>
      <w:r>
        <w:fldChar w:fldCharType="end"/>
      </w:r>
    </w:p>
    <w:p w14:paraId="2ED629E9" w14:textId="77777777" w:rsidR="00486BD1" w:rsidRDefault="00486BD1">
      <w:pPr>
        <w:pStyle w:val="TOC2"/>
        <w:tabs>
          <w:tab w:val="left" w:pos="1113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  <w:tab/>
      </w:r>
      <w:r>
        <w:rPr>
          <w:noProof/>
        </w:rPr>
        <w:t>Physical AtoN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_Toc197236503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9128F68" w14:textId="77777777" w:rsidR="00486BD1" w:rsidRDefault="00486BD1">
      <w:pPr>
        <w:pStyle w:val="TOC2"/>
        <w:tabs>
          <w:tab w:val="left" w:pos="1113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  <w:tab/>
      </w:r>
      <w:r>
        <w:rPr>
          <w:noProof/>
        </w:rPr>
        <w:t>Virtual AIS AtoN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_Toc197236504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81478BA" w14:textId="77777777" w:rsidR="00486BD1" w:rsidRDefault="00486BD1">
      <w:pPr>
        <w:pStyle w:val="TOC2"/>
        <w:tabs>
          <w:tab w:val="left" w:pos="1113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  <w:tab/>
      </w:r>
      <w:r>
        <w:rPr>
          <w:noProof/>
        </w:rPr>
        <w:t>Type of MBS mark to be used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_Toc197236505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4683949" w14:textId="77777777" w:rsidR="00486BD1" w:rsidRDefault="00486BD1">
      <w:pPr>
        <w:pStyle w:val="TOC1"/>
        <w:tabs>
          <w:tab w:val="left" w:pos="362"/>
        </w:tabs>
        <w:rPr>
          <w:rFonts w:asciiTheme="minorHAnsi" w:hAnsiTheme="minorHAnsi"/>
          <w:sz w:val="24"/>
          <w:szCs w:val="24"/>
          <w:lang w:val="en-US" w:eastAsia="ja-JP"/>
        </w:rPr>
      </w:pPr>
      <w:r>
        <w:t>4</w:t>
      </w:r>
      <w:r>
        <w:rPr>
          <w:rFonts w:asciiTheme="minorHAnsi" w:hAnsiTheme="minorHAnsi"/>
          <w:sz w:val="24"/>
          <w:szCs w:val="24"/>
          <w:lang w:val="en-US" w:eastAsia="ja-JP"/>
        </w:rPr>
        <w:tab/>
      </w:r>
      <w:r>
        <w:t>Monitoring and reporting</w:t>
      </w:r>
      <w:r>
        <w:tab/>
      </w:r>
      <w:r>
        <w:fldChar w:fldCharType="begin"/>
      </w:r>
      <w:r>
        <w:instrText xml:space="preserve"> PAGEREF _Toc197236506 \h </w:instrText>
      </w:r>
      <w:r>
        <w:fldChar w:fldCharType="separate"/>
      </w:r>
      <w:r>
        <w:t>6</w:t>
      </w:r>
      <w:r>
        <w:fldChar w:fldCharType="end"/>
      </w:r>
    </w:p>
    <w:p w14:paraId="7D6A6475" w14:textId="77777777" w:rsidR="00486BD1" w:rsidRDefault="00486BD1">
      <w:pPr>
        <w:pStyle w:val="TOC2"/>
        <w:tabs>
          <w:tab w:val="left" w:pos="1113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  <w:tab/>
      </w:r>
      <w:r>
        <w:rPr>
          <w:noProof/>
        </w:rPr>
        <w:t>Monitoring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_Toc197236507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59CCC85" w14:textId="77777777" w:rsidR="00486BD1" w:rsidRDefault="00486BD1">
      <w:pPr>
        <w:pStyle w:val="TOC2"/>
        <w:tabs>
          <w:tab w:val="left" w:pos="1113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  <w:tab/>
      </w:r>
      <w:r>
        <w:rPr>
          <w:noProof/>
        </w:rPr>
        <w:t>Reporting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_Toc197236508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B5EF970" w14:textId="77777777" w:rsidR="00486BD1" w:rsidRDefault="00486BD1">
      <w:pPr>
        <w:pStyle w:val="TOC2"/>
        <w:tabs>
          <w:tab w:val="left" w:pos="1113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Cs w:val="0"/>
          <w:noProof/>
          <w:sz w:val="24"/>
          <w:szCs w:val="24"/>
          <w:lang w:val="en-US" w:eastAsia="ja-JP"/>
        </w:rPr>
        <w:tab/>
      </w:r>
      <w:r>
        <w:rPr>
          <w:noProof/>
        </w:rPr>
        <w:t>Maritime Safety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_Toc197236509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593FF8D" w14:textId="77777777" w:rsidR="00486BD1" w:rsidRDefault="00486BD1">
      <w:pPr>
        <w:pStyle w:val="TOC1"/>
        <w:tabs>
          <w:tab w:val="left" w:pos="362"/>
        </w:tabs>
        <w:rPr>
          <w:rFonts w:asciiTheme="minorHAnsi" w:hAnsiTheme="minorHAnsi"/>
          <w:sz w:val="24"/>
          <w:szCs w:val="24"/>
          <w:lang w:val="en-US" w:eastAsia="ja-JP"/>
        </w:rPr>
      </w:pPr>
      <w:r>
        <w:t>5</w:t>
      </w:r>
      <w:r>
        <w:rPr>
          <w:rFonts w:asciiTheme="minorHAnsi" w:hAnsiTheme="minorHAnsi"/>
          <w:sz w:val="24"/>
          <w:szCs w:val="24"/>
          <w:lang w:val="en-US" w:eastAsia="ja-JP"/>
        </w:rPr>
        <w:tab/>
      </w:r>
      <w:r>
        <w:t>Issues of responsibility</w:t>
      </w:r>
      <w:r>
        <w:tab/>
      </w:r>
      <w:r>
        <w:fldChar w:fldCharType="begin"/>
      </w:r>
      <w:r>
        <w:instrText xml:space="preserve"> PAGEREF _Toc197236510 \h </w:instrText>
      </w:r>
      <w:r>
        <w:fldChar w:fldCharType="separate"/>
      </w:r>
      <w:r>
        <w:t>6</w:t>
      </w:r>
      <w:r>
        <w:fldChar w:fldCharType="end"/>
      </w:r>
    </w:p>
    <w:p w14:paraId="6A142426" w14:textId="77777777" w:rsidR="005207B2" w:rsidRDefault="00D22407" w:rsidP="002D4569">
      <w:pPr>
        <w:pStyle w:val="BodyText"/>
      </w:pPr>
      <w:r>
        <w:rPr>
          <w:rFonts w:eastAsiaTheme="minorEastAsia" w:cs="Times New Roman"/>
          <w:b/>
          <w:noProof/>
          <w:szCs w:val="20"/>
        </w:rPr>
        <w:fldChar w:fldCharType="end"/>
      </w:r>
    </w:p>
    <w:p w14:paraId="21BBB1C7" w14:textId="77777777" w:rsidR="00985597" w:rsidRPr="00993B7D" w:rsidRDefault="00460028" w:rsidP="00993B7D">
      <w:pPr>
        <w:pStyle w:val="Title"/>
      </w:pPr>
      <w:r>
        <w:br w:type="page"/>
      </w:r>
      <w:bookmarkStart w:id="3" w:name="_Toc197236499"/>
      <w:r w:rsidR="00985597" w:rsidRPr="00993B7D">
        <w:lastRenderedPageBreak/>
        <w:t>Annex</w:t>
      </w:r>
      <w:bookmarkEnd w:id="3"/>
    </w:p>
    <w:p w14:paraId="389FEF51" w14:textId="77777777" w:rsidR="009E1230" w:rsidRPr="00985597" w:rsidRDefault="00820397" w:rsidP="00486BD1">
      <w:pPr>
        <w:pStyle w:val="BlockText"/>
      </w:pPr>
      <w:r>
        <w:t>Considerations related to the marking of floating wreckage</w:t>
      </w:r>
    </w:p>
    <w:p w14:paraId="6AACCFF6" w14:textId="77777777" w:rsidR="003C44EB" w:rsidRPr="00993B7D" w:rsidRDefault="003C44EB" w:rsidP="000A691D">
      <w:pPr>
        <w:pStyle w:val="Heading1"/>
      </w:pPr>
      <w:bookmarkStart w:id="4" w:name="_Toc216489705"/>
      <w:bookmarkStart w:id="5" w:name="_Toc197236500"/>
      <w:r w:rsidRPr="00993B7D">
        <w:t>Introduction</w:t>
      </w:r>
      <w:bookmarkEnd w:id="4"/>
      <w:bookmarkEnd w:id="5"/>
    </w:p>
    <w:p w14:paraId="02B312E5" w14:textId="5EF082FB"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bookmarkStart w:id="6" w:name="_GoBack"/>
      <w:bookmarkEnd w:id="6"/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floating wreckage</w:t>
      </w:r>
      <w:r w:rsidR="00EA5A55">
        <w:rPr>
          <w:lang w:eastAsia="de-DE"/>
        </w:rPr>
        <w:t>, taking into account existing IALA guidance.</w:t>
      </w:r>
    </w:p>
    <w:p w14:paraId="2AE89EB4" w14:textId="77777777" w:rsidR="003C44EB" w:rsidRPr="00993B7D" w:rsidRDefault="00EA5A55" w:rsidP="00993B7D">
      <w:pPr>
        <w:pStyle w:val="Heading1"/>
      </w:pPr>
      <w:bookmarkStart w:id="7" w:name="_Toc197236501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7"/>
    </w:p>
    <w:p w14:paraId="391D2C1F" w14:textId="4753A02F"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14:paraId="2F326BBE" w14:textId="77777777" w:rsidR="003C44EB" w:rsidRPr="00993B7D" w:rsidRDefault="006A2AB1" w:rsidP="00993B7D">
      <w:pPr>
        <w:pStyle w:val="Heading1"/>
      </w:pPr>
      <w:bookmarkStart w:id="8" w:name="_Toc197236502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floating wreckage</w:t>
      </w:r>
      <w:bookmarkEnd w:id="8"/>
    </w:p>
    <w:p w14:paraId="3C5C20A1" w14:textId="73FBF462" w:rsidR="003C44EB" w:rsidRDefault="00B5774F" w:rsidP="000A691D">
      <w:pPr>
        <w:pStyle w:val="BodyText"/>
      </w:pPr>
      <w:r>
        <w:t>There are several possible methods that could be used to mark floating wreckage</w:t>
      </w:r>
      <w:r w:rsidR="0082756A">
        <w:t xml:space="preserve">, depending on the type of wreckage and the area </w:t>
      </w:r>
      <w:r w:rsidR="00020070">
        <w:t>involved</w:t>
      </w:r>
      <w:r>
        <w:t>.</w:t>
      </w:r>
      <w:r w:rsidR="007F71BF">
        <w:t xml:space="preserve"> </w:t>
      </w:r>
      <w:r w:rsidR="00B8537D">
        <w:t xml:space="preserve"> </w:t>
      </w:r>
      <w:r w:rsidR="00615BDF">
        <w:t>S</w:t>
      </w:r>
      <w:r w:rsidR="007F71BF">
        <w:t>ome of the possible solutions available</w:t>
      </w:r>
      <w:r w:rsidR="00615BDF">
        <w:t xml:space="preserve"> are:</w:t>
      </w:r>
    </w:p>
    <w:p w14:paraId="355C9AB4" w14:textId="042B75DC" w:rsidR="003C44EB" w:rsidRPr="00993B7D" w:rsidRDefault="007211F8" w:rsidP="000A691D">
      <w:pPr>
        <w:pStyle w:val="Heading2"/>
      </w:pPr>
      <w:bookmarkStart w:id="9" w:name="_Toc306710222"/>
      <w:bookmarkStart w:id="10" w:name="_Toc306710369"/>
      <w:bookmarkStart w:id="11" w:name="_Toc197236503"/>
      <w:r>
        <w:t>Physical</w:t>
      </w:r>
      <w:r w:rsidR="006C1086">
        <w:t xml:space="preserve"> </w:t>
      </w:r>
      <w:r w:rsidR="00B5774F" w:rsidRPr="00993B7D">
        <w:t>AtoN</w:t>
      </w:r>
      <w:bookmarkEnd w:id="9"/>
      <w:bookmarkEnd w:id="10"/>
      <w:bookmarkEnd w:id="11"/>
    </w:p>
    <w:p w14:paraId="3CA7B98B" w14:textId="679DE1D9" w:rsidR="007F71BF" w:rsidRDefault="000A691D" w:rsidP="000A691D">
      <w:pPr>
        <w:pStyle w:val="BodyText"/>
      </w:pPr>
      <w:r>
        <w:t xml:space="preserve">When using </w:t>
      </w:r>
      <w:r w:rsidR="007211F8">
        <w:t>physical</w:t>
      </w:r>
      <w:r>
        <w:t xml:space="preserve"> AtoN</w:t>
      </w:r>
      <w:r w:rsidR="007F71BF">
        <w:t>, the following should be considered:</w:t>
      </w:r>
    </w:p>
    <w:p w14:paraId="0985CE49" w14:textId="2A3CBC77" w:rsidR="004737EC" w:rsidRDefault="00755EFC" w:rsidP="004B3673">
      <w:pPr>
        <w:pStyle w:val="Bullet1"/>
      </w:pPr>
      <w:proofErr w:type="gramStart"/>
      <w:r>
        <w:t>a</w:t>
      </w:r>
      <w:r w:rsidR="004737EC">
        <w:t>s</w:t>
      </w:r>
      <w:proofErr w:type="gramEnd"/>
      <w:r w:rsidR="004737EC">
        <w:t xml:space="preserve"> a minimum requirement the AtoN should be lit (</w:t>
      </w:r>
      <w:r w:rsidR="004737EC" w:rsidRPr="00CA1F70">
        <w:t>with characteristics yet to be identified</w:t>
      </w:r>
      <w:r w:rsidR="004737EC">
        <w:t>)</w:t>
      </w:r>
      <w:r w:rsidR="007F71BF">
        <w:t>;</w:t>
      </w:r>
    </w:p>
    <w:p w14:paraId="6D477041" w14:textId="7716E078" w:rsidR="00D135F8" w:rsidRDefault="00755EFC" w:rsidP="004B3673">
      <w:pPr>
        <w:pStyle w:val="Bullet1"/>
      </w:pPr>
      <w:proofErr w:type="gramStart"/>
      <w:r>
        <w:t>t</w:t>
      </w:r>
      <w:r w:rsidR="00D135F8">
        <w:t>he</w:t>
      </w:r>
      <w:proofErr w:type="gramEnd"/>
      <w:r w:rsidR="00D135F8">
        <w:t xml:space="preserve"> integrity of the position </w:t>
      </w:r>
      <w:r>
        <w:t xml:space="preserve">of </w:t>
      </w:r>
      <w:r w:rsidR="00D135F8">
        <w:t xml:space="preserve">the AtoN </w:t>
      </w:r>
      <w:r w:rsidR="00543D94">
        <w:t>is better achieved if the AtoN is</w:t>
      </w:r>
      <w:r w:rsidR="00D135F8">
        <w:t xml:space="preserve"> attached to </w:t>
      </w:r>
      <w:r w:rsidR="00543D94">
        <w:t xml:space="preserve">the </w:t>
      </w:r>
      <w:r w:rsidR="00D135F8">
        <w:t>floating wreck</w:t>
      </w:r>
      <w:r w:rsidR="0082756A">
        <w:t>age</w:t>
      </w:r>
      <w:r w:rsidR="007F71BF">
        <w:t>;</w:t>
      </w:r>
    </w:p>
    <w:p w14:paraId="68AA4E1E" w14:textId="48BDB7BC" w:rsidR="00D135F8" w:rsidRDefault="007F71BF" w:rsidP="004B3673">
      <w:pPr>
        <w:pStyle w:val="Bullet1"/>
      </w:pPr>
      <w:proofErr w:type="gramStart"/>
      <w:r>
        <w:t>it</w:t>
      </w:r>
      <w:proofErr w:type="gramEnd"/>
      <w:r>
        <w:t xml:space="preserve"> c</w:t>
      </w:r>
      <w:r w:rsidR="00E428AC">
        <w:t>ould be</w:t>
      </w:r>
      <w:r w:rsidR="00B5774F">
        <w:t xml:space="preserve"> attach</w:t>
      </w:r>
      <w:r w:rsidR="004737EC">
        <w:t>ed</w:t>
      </w:r>
      <w:r w:rsidR="00B5774F">
        <w:t xml:space="preserve"> to</w:t>
      </w:r>
      <w:r w:rsidR="00D135F8">
        <w:t>:</w:t>
      </w:r>
    </w:p>
    <w:p w14:paraId="6883D34D" w14:textId="4842D27D" w:rsidR="00D135F8" w:rsidRDefault="00755EFC" w:rsidP="004B3673">
      <w:pPr>
        <w:pStyle w:val="Bullet2"/>
      </w:pPr>
      <w:proofErr w:type="gramStart"/>
      <w:r>
        <w:t>c</w:t>
      </w:r>
      <w:r w:rsidR="00D135F8">
        <w:t>ontainers</w:t>
      </w:r>
      <w:proofErr w:type="gramEnd"/>
      <w:r w:rsidR="00D135F8">
        <w:t>, in favourable sea conditions;</w:t>
      </w:r>
    </w:p>
    <w:p w14:paraId="244E1B39" w14:textId="63234375" w:rsidR="0082756A" w:rsidRDefault="00755EFC" w:rsidP="004B3673">
      <w:pPr>
        <w:pStyle w:val="Bullet2"/>
      </w:pPr>
      <w:proofErr w:type="gramStart"/>
      <w:r>
        <w:t>w</w:t>
      </w:r>
      <w:r w:rsidR="004B3673">
        <w:t>ood</w:t>
      </w:r>
      <w:proofErr w:type="gramEnd"/>
      <w:r w:rsidR="004B3673">
        <w:t xml:space="preserve"> debris</w:t>
      </w:r>
      <w:r w:rsidR="0082756A">
        <w:t>, when feasible</w:t>
      </w:r>
      <w:r w:rsidR="007F71BF">
        <w:t>;</w:t>
      </w:r>
    </w:p>
    <w:p w14:paraId="637722E9" w14:textId="56EF92F2" w:rsidR="003C44EB" w:rsidRDefault="00755EFC" w:rsidP="004B3673">
      <w:pPr>
        <w:pStyle w:val="Bullet2"/>
      </w:pPr>
      <w:r>
        <w:t>d</w:t>
      </w:r>
      <w:r w:rsidR="0082756A">
        <w:t>ebris spread over large areas</w:t>
      </w:r>
      <w:r w:rsidR="00380262">
        <w:t xml:space="preserve"> is a point for discussion;</w:t>
      </w:r>
    </w:p>
    <w:p w14:paraId="6C83303D" w14:textId="23DB5C59" w:rsidR="00B5774F" w:rsidRDefault="00755EFC" w:rsidP="004B3673">
      <w:pPr>
        <w:pStyle w:val="Bullet1"/>
      </w:pPr>
      <w:proofErr w:type="gramStart"/>
      <w:r>
        <w:t>t</w:t>
      </w:r>
      <w:r w:rsidR="007F71BF">
        <w:t>he</w:t>
      </w:r>
      <w:proofErr w:type="gramEnd"/>
      <w:r w:rsidR="007F71BF">
        <w:t xml:space="preserve"> possibility</w:t>
      </w:r>
      <w:r w:rsidR="004B3673">
        <w:t xml:space="preserve"> </w:t>
      </w:r>
      <w:r w:rsidR="007F71BF">
        <w:t xml:space="preserve">of </w:t>
      </w:r>
      <w:r w:rsidR="00380262">
        <w:t>the co</w:t>
      </w:r>
      <w:r w:rsidR="00615BDF">
        <w:t>a</w:t>
      </w:r>
      <w:r w:rsidR="00380262">
        <w:t xml:space="preserve">stal state </w:t>
      </w:r>
      <w:r w:rsidR="00B5774F">
        <w:t>monitor</w:t>
      </w:r>
      <w:r w:rsidR="007F71BF">
        <w:t>ing the AtoN</w:t>
      </w:r>
      <w:r w:rsidR="00380262">
        <w:t>;</w:t>
      </w:r>
    </w:p>
    <w:p w14:paraId="7FDE8E11" w14:textId="51BE5CD9" w:rsidR="00E428AC" w:rsidRDefault="00755EFC" w:rsidP="004B3673">
      <w:pPr>
        <w:pStyle w:val="Bullet1"/>
      </w:pPr>
      <w:proofErr w:type="gramStart"/>
      <w:r>
        <w:t>r</w:t>
      </w:r>
      <w:r w:rsidR="00F50B1C">
        <w:t>ecovery</w:t>
      </w:r>
      <w:proofErr w:type="gramEnd"/>
      <w:r w:rsidR="00F50B1C">
        <w:t xml:space="preserve"> or</w:t>
      </w:r>
      <w:r w:rsidR="00E428AC">
        <w:t xml:space="preserve"> disposable</w:t>
      </w:r>
      <w:r w:rsidR="00F50B1C">
        <w:t xml:space="preserve"> options</w:t>
      </w:r>
      <w:r w:rsidR="00D135F8">
        <w:t>,</w:t>
      </w:r>
      <w:r w:rsidR="00F50B1C">
        <w:t xml:space="preserve"> and</w:t>
      </w:r>
      <w:r w:rsidR="004B3673">
        <w:t xml:space="preserve"> </w:t>
      </w:r>
      <w:r w:rsidR="007F71BF">
        <w:t xml:space="preserve">the cost </w:t>
      </w:r>
      <w:r w:rsidR="00380262">
        <w:t>i</w:t>
      </w:r>
      <w:r w:rsidR="007F71BF">
        <w:t>nvolved</w:t>
      </w:r>
      <w:r w:rsidR="00380262">
        <w:t>;</w:t>
      </w:r>
    </w:p>
    <w:p w14:paraId="17FD1066" w14:textId="12C9FC3A" w:rsidR="00380262" w:rsidRDefault="00755EFC" w:rsidP="004B3673">
      <w:pPr>
        <w:pStyle w:val="Bullet1"/>
      </w:pPr>
      <w:proofErr w:type="gramStart"/>
      <w:r>
        <w:t>t</w:t>
      </w:r>
      <w:r w:rsidR="00E428AC">
        <w:t>he</w:t>
      </w:r>
      <w:proofErr w:type="gramEnd"/>
      <w:r w:rsidR="00E428AC">
        <w:t xml:space="preserve"> use of AIS </w:t>
      </w:r>
      <w:r w:rsidR="00380262">
        <w:t>to</w:t>
      </w:r>
      <w:r w:rsidR="00E428AC">
        <w:t xml:space="preserve"> improve the capability of the mariner</w:t>
      </w:r>
      <w:r w:rsidR="00D135F8">
        <w:t>,</w:t>
      </w:r>
      <w:r w:rsidR="004B3673">
        <w:t xml:space="preserve"> </w:t>
      </w:r>
      <w:r w:rsidR="00D135F8">
        <w:t xml:space="preserve">and the coastal state, </w:t>
      </w:r>
      <w:r w:rsidR="00380262">
        <w:t xml:space="preserve">to identify </w:t>
      </w:r>
      <w:r w:rsidR="00F50B1C">
        <w:t xml:space="preserve">and monitor </w:t>
      </w:r>
      <w:r w:rsidR="00380262">
        <w:t xml:space="preserve">the hazard; </w:t>
      </w:r>
    </w:p>
    <w:p w14:paraId="626AD405" w14:textId="06728DB8" w:rsidR="00B5774F" w:rsidRDefault="00755EFC" w:rsidP="004B3673">
      <w:pPr>
        <w:pStyle w:val="Bullet1"/>
      </w:pPr>
      <w:proofErr w:type="gramStart"/>
      <w:r>
        <w:t>c</w:t>
      </w:r>
      <w:r w:rsidR="00E428AC">
        <w:t>ost</w:t>
      </w:r>
      <w:proofErr w:type="gramEnd"/>
      <w:r w:rsidR="00E428AC">
        <w:t xml:space="preserve"> </w:t>
      </w:r>
      <w:r w:rsidR="00380262">
        <w:t xml:space="preserve">implications </w:t>
      </w:r>
      <w:r w:rsidR="00E428AC">
        <w:t xml:space="preserve">of </w:t>
      </w:r>
      <w:r w:rsidR="00380262">
        <w:t xml:space="preserve">adding AIS to </w:t>
      </w:r>
      <w:r w:rsidR="00E428AC">
        <w:t>the AtoN</w:t>
      </w:r>
      <w:r w:rsidR="00B8537D">
        <w:t>.</w:t>
      </w:r>
    </w:p>
    <w:p w14:paraId="3754C225" w14:textId="4CC7D425" w:rsidR="003C44EB" w:rsidRPr="00993B7D" w:rsidRDefault="00B5774F" w:rsidP="000A691D">
      <w:pPr>
        <w:pStyle w:val="Heading2"/>
      </w:pPr>
      <w:bookmarkStart w:id="12" w:name="_Toc306710223"/>
      <w:bookmarkStart w:id="13" w:name="_Toc306710370"/>
      <w:bookmarkStart w:id="14" w:name="_Toc197236504"/>
      <w:r w:rsidRPr="00993B7D">
        <w:t xml:space="preserve">Virtual </w:t>
      </w:r>
      <w:r w:rsidR="007211F8">
        <w:t xml:space="preserve">AIS </w:t>
      </w:r>
      <w:r w:rsidRPr="00993B7D">
        <w:t>AtoN</w:t>
      </w:r>
      <w:bookmarkEnd w:id="12"/>
      <w:bookmarkEnd w:id="13"/>
      <w:bookmarkEnd w:id="14"/>
    </w:p>
    <w:p w14:paraId="49A8E8B9" w14:textId="03FAEFA2" w:rsidR="00380262" w:rsidRDefault="00380262" w:rsidP="00B8537D">
      <w:pPr>
        <w:pStyle w:val="BodyText"/>
      </w:pPr>
      <w:r>
        <w:t xml:space="preserve">When using virtual </w:t>
      </w:r>
      <w:r w:rsidR="007211F8">
        <w:t xml:space="preserve">AIS </w:t>
      </w:r>
      <w:r>
        <w:t>AtoN, the following should be considered:</w:t>
      </w:r>
    </w:p>
    <w:p w14:paraId="6FF4CE88" w14:textId="23CA7D7C" w:rsidR="00380262" w:rsidRPr="000A691D" w:rsidRDefault="007211F8" w:rsidP="000A691D">
      <w:pPr>
        <w:pStyle w:val="Bullet1"/>
      </w:pPr>
      <w:proofErr w:type="gramStart"/>
      <w:r>
        <w:t>timeliness</w:t>
      </w:r>
      <w:proofErr w:type="gramEnd"/>
      <w:r w:rsidR="003A793B" w:rsidRPr="000A691D">
        <w:t>;</w:t>
      </w:r>
    </w:p>
    <w:p w14:paraId="3CD151A1" w14:textId="52CBDAD7" w:rsidR="00E428AC" w:rsidRPr="000A691D" w:rsidRDefault="00755EFC" w:rsidP="000A691D">
      <w:pPr>
        <w:pStyle w:val="Bullet1"/>
      </w:pPr>
      <w:proofErr w:type="gramStart"/>
      <w:r>
        <w:t>l</w:t>
      </w:r>
      <w:r w:rsidR="007211F8">
        <w:t>imitation</w:t>
      </w:r>
      <w:proofErr w:type="gramEnd"/>
      <w:r w:rsidR="007211F8">
        <w:t xml:space="preserve"> of </w:t>
      </w:r>
      <w:r w:rsidR="00380262" w:rsidRPr="000A691D">
        <w:t>VHF</w:t>
      </w:r>
      <w:r w:rsidR="00E428AC" w:rsidRPr="000A691D">
        <w:t xml:space="preserve"> coverage</w:t>
      </w:r>
      <w:r w:rsidR="00380262" w:rsidRPr="000A691D">
        <w:t>;</w:t>
      </w:r>
    </w:p>
    <w:p w14:paraId="453570D8" w14:textId="6281B179" w:rsidR="00E428AC" w:rsidRPr="000A691D" w:rsidRDefault="00755EFC" w:rsidP="000A691D">
      <w:pPr>
        <w:pStyle w:val="Bullet1"/>
      </w:pPr>
      <w:proofErr w:type="gramStart"/>
      <w:r>
        <w:t>s</w:t>
      </w:r>
      <w:r w:rsidR="00380262" w:rsidRPr="000A691D">
        <w:t>uitability</w:t>
      </w:r>
      <w:proofErr w:type="gramEnd"/>
      <w:r w:rsidR="00380262" w:rsidRPr="000A691D">
        <w:t xml:space="preserve"> </w:t>
      </w:r>
      <w:r w:rsidR="0082756A" w:rsidRPr="000A691D">
        <w:t>for</w:t>
      </w:r>
      <w:r w:rsidR="004B3673">
        <w:t xml:space="preserve"> </w:t>
      </w:r>
      <w:r w:rsidR="00380262" w:rsidRPr="000A691D">
        <w:t xml:space="preserve">the marking of </w:t>
      </w:r>
      <w:r w:rsidR="00E428AC" w:rsidRPr="000A691D">
        <w:t xml:space="preserve">oil </w:t>
      </w:r>
      <w:r w:rsidR="0039581F" w:rsidRPr="000A691D">
        <w:t>slicks</w:t>
      </w:r>
      <w:r w:rsidR="004B3673">
        <w:t xml:space="preserve"> </w:t>
      </w:r>
      <w:r w:rsidR="0082756A" w:rsidRPr="000A691D">
        <w:t xml:space="preserve">in conjunction with existing </w:t>
      </w:r>
      <w:r w:rsidR="00E428AC" w:rsidRPr="000A691D">
        <w:t xml:space="preserve">satellite monitoring </w:t>
      </w:r>
      <w:r w:rsidR="0082756A" w:rsidRPr="000A691D">
        <w:t>systems</w:t>
      </w:r>
      <w:r w:rsidR="0039581F" w:rsidRPr="000A691D">
        <w:t>;</w:t>
      </w:r>
    </w:p>
    <w:p w14:paraId="2E36E2C4" w14:textId="394E7C52" w:rsidR="00E428AC" w:rsidRPr="000A691D" w:rsidRDefault="00755EFC" w:rsidP="004B3673">
      <w:pPr>
        <w:pStyle w:val="Bullet1"/>
      </w:pPr>
      <w:proofErr w:type="gramStart"/>
      <w:r>
        <w:lastRenderedPageBreak/>
        <w:t>t</w:t>
      </w:r>
      <w:r w:rsidR="0082756A" w:rsidRPr="000A691D">
        <w:t>he</w:t>
      </w:r>
      <w:proofErr w:type="gramEnd"/>
      <w:r w:rsidR="0082756A" w:rsidRPr="000A691D">
        <w:t xml:space="preserve"> integrity between </w:t>
      </w:r>
      <w:r w:rsidR="0039581F" w:rsidRPr="000A691D">
        <w:t xml:space="preserve">the actual </w:t>
      </w:r>
      <w:r w:rsidR="0082756A" w:rsidRPr="000A691D">
        <w:t>position</w:t>
      </w:r>
      <w:r w:rsidR="0039581F" w:rsidRPr="000A691D">
        <w:t>s</w:t>
      </w:r>
      <w:r w:rsidR="0082756A" w:rsidRPr="000A691D">
        <w:t xml:space="preserve"> of the </w:t>
      </w:r>
      <w:r w:rsidR="0039581F" w:rsidRPr="000A691D">
        <w:t xml:space="preserve">floating </w:t>
      </w:r>
      <w:r w:rsidR="0082756A" w:rsidRPr="000A691D">
        <w:t>wreck</w:t>
      </w:r>
      <w:r w:rsidR="0039581F" w:rsidRPr="000A691D">
        <w:t>age</w:t>
      </w:r>
      <w:r w:rsidR="0082756A" w:rsidRPr="000A691D">
        <w:t xml:space="preserve"> and </w:t>
      </w:r>
      <w:r w:rsidR="0039581F" w:rsidRPr="000A691D">
        <w:t>that</w:t>
      </w:r>
      <w:r w:rsidR="0082756A" w:rsidRPr="000A691D">
        <w:t xml:space="preserve"> of the virtual AtoN</w:t>
      </w:r>
      <w:r w:rsidR="0039581F" w:rsidRPr="000A691D">
        <w:t>;</w:t>
      </w:r>
    </w:p>
    <w:p w14:paraId="0AA639F2" w14:textId="20230201" w:rsidR="0039581F" w:rsidRPr="000A691D" w:rsidRDefault="00755EFC" w:rsidP="000A691D">
      <w:pPr>
        <w:pStyle w:val="Bullet1"/>
      </w:pPr>
      <w:proofErr w:type="gramStart"/>
      <w:r>
        <w:t>t</w:t>
      </w:r>
      <w:r w:rsidR="0039581F" w:rsidRPr="000A691D">
        <w:t>he</w:t>
      </w:r>
      <w:proofErr w:type="gramEnd"/>
      <w:r w:rsidR="0039581F" w:rsidRPr="000A691D">
        <w:t xml:space="preserve"> requirement to establish new AIS </w:t>
      </w:r>
      <w:proofErr w:type="spellStart"/>
      <w:r w:rsidR="0039581F" w:rsidRPr="000A691D">
        <w:t>symbology</w:t>
      </w:r>
      <w:proofErr w:type="spellEnd"/>
      <w:r w:rsidR="0039581F" w:rsidRPr="000A691D">
        <w:t xml:space="preserve"> for floating wreckage.</w:t>
      </w:r>
    </w:p>
    <w:p w14:paraId="2609A9FE" w14:textId="77777777" w:rsidR="00CA1F70" w:rsidRDefault="00CA1F70" w:rsidP="00CA1F70">
      <w:pPr>
        <w:pStyle w:val="Heading2"/>
        <w:tabs>
          <w:tab w:val="left" w:pos="1134"/>
        </w:tabs>
      </w:pPr>
      <w:bookmarkStart w:id="15" w:name="_Toc216489709"/>
      <w:bookmarkStart w:id="16" w:name="_Toc197236505"/>
      <w:r>
        <w:t>Type of MBS mark to be used</w:t>
      </w:r>
      <w:bookmarkEnd w:id="16"/>
    </w:p>
    <w:p w14:paraId="5BCB4E23" w14:textId="60D9F0AB" w:rsidR="00CA1F70" w:rsidRDefault="00CA1F70" w:rsidP="00B8537D">
      <w:pPr>
        <w:pStyle w:val="BodyText"/>
      </w:pPr>
      <w:r w:rsidRPr="00CA1F70">
        <w:t>Independent of the method chosen, there are different types of marks</w:t>
      </w:r>
      <w:r>
        <w:t xml:space="preserve">, prescribed in the </w:t>
      </w:r>
      <w:r w:rsidR="000C6A87">
        <w:t>MBS,</w:t>
      </w:r>
      <w:r w:rsidR="000C6A87" w:rsidRPr="00CA1F70">
        <w:t xml:space="preserve"> which can be used for the marking of wrecks</w:t>
      </w:r>
      <w:r w:rsidR="009653BC">
        <w:t>.  T</w:t>
      </w:r>
      <w:r w:rsidRPr="00CA1F70">
        <w:t>he co</w:t>
      </w:r>
      <w:r w:rsidR="009653BC">
        <w:t>a</w:t>
      </w:r>
      <w:r w:rsidRPr="00CA1F70">
        <w:t xml:space="preserve">stal authority </w:t>
      </w:r>
      <w:r>
        <w:t xml:space="preserve">could </w:t>
      </w:r>
      <w:r w:rsidRPr="00CA1F70">
        <w:t>choose between</w:t>
      </w:r>
      <w:r>
        <w:t>:</w:t>
      </w:r>
    </w:p>
    <w:p w14:paraId="21817EE4" w14:textId="702646AF" w:rsidR="00CA1F70" w:rsidRDefault="004946C1" w:rsidP="00B8537D">
      <w:pPr>
        <w:pStyle w:val="Bullet1"/>
      </w:pPr>
      <w:r>
        <w:t>Special M</w:t>
      </w:r>
      <w:r w:rsidR="00CA1F70" w:rsidRPr="00CA1F70">
        <w:t>ark</w:t>
      </w:r>
      <w:r w:rsidR="00CA1F70">
        <w:t>;</w:t>
      </w:r>
    </w:p>
    <w:p w14:paraId="7FEDB310" w14:textId="303AF32C" w:rsidR="00CA1F70" w:rsidRDefault="004946C1" w:rsidP="00B8537D">
      <w:pPr>
        <w:pStyle w:val="Bullet1"/>
      </w:pPr>
      <w:r>
        <w:t>Isolated D</w:t>
      </w:r>
      <w:r w:rsidR="00CA1F70" w:rsidRPr="00CA1F70">
        <w:t>anger</w:t>
      </w:r>
      <w:r>
        <w:t xml:space="preserve"> M</w:t>
      </w:r>
      <w:r w:rsidR="00CA1F70">
        <w:t>ark;</w:t>
      </w:r>
    </w:p>
    <w:p w14:paraId="5CFB5C87" w14:textId="7D1BCB67" w:rsidR="00CA1F70" w:rsidRPr="00CA1F70" w:rsidRDefault="00755EFC" w:rsidP="00B8537D">
      <w:pPr>
        <w:pStyle w:val="Bullet1"/>
      </w:pPr>
      <w:r>
        <w:t>Emergency Wreck Marking B</w:t>
      </w:r>
      <w:r w:rsidR="00CA1F70">
        <w:t>uoy</w:t>
      </w:r>
      <w:r w:rsidR="006C1086">
        <w:t>.</w:t>
      </w:r>
    </w:p>
    <w:p w14:paraId="3219A0A7" w14:textId="77777777" w:rsidR="003C44EB" w:rsidRPr="00993B7D" w:rsidRDefault="00F700DA" w:rsidP="00993B7D">
      <w:pPr>
        <w:pStyle w:val="Heading1"/>
      </w:pPr>
      <w:bookmarkStart w:id="17" w:name="_Toc197236506"/>
      <w:r w:rsidRPr="00993B7D">
        <w:t>Monitoring and reporting</w:t>
      </w:r>
      <w:bookmarkEnd w:id="15"/>
      <w:bookmarkEnd w:id="17"/>
    </w:p>
    <w:p w14:paraId="1C34F8F1" w14:textId="77777777"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>need to have special care with position monitoring and position integrity, as it pertains to drifting hazards and obstructions, especially when marking them with a virtual AtoN.</w:t>
      </w:r>
    </w:p>
    <w:p w14:paraId="373EF9F6" w14:textId="77777777" w:rsidR="003C44EB" w:rsidRPr="00993B7D" w:rsidRDefault="006B3013" w:rsidP="000A691D">
      <w:pPr>
        <w:pStyle w:val="Heading2"/>
      </w:pPr>
      <w:bookmarkStart w:id="18" w:name="_Toc306710224"/>
      <w:bookmarkStart w:id="19" w:name="_Toc306710371"/>
      <w:bookmarkStart w:id="20" w:name="_Toc197236507"/>
      <w:r w:rsidRPr="00993B7D">
        <w:t>Monitoring</w:t>
      </w:r>
      <w:bookmarkEnd w:id="18"/>
      <w:bookmarkEnd w:id="19"/>
      <w:bookmarkEnd w:id="20"/>
    </w:p>
    <w:p w14:paraId="060825FE" w14:textId="77777777"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14:paraId="01A629AA" w14:textId="1FA55FB2" w:rsidR="005C3FF4" w:rsidRDefault="00755EFC" w:rsidP="000A691D">
      <w:pPr>
        <w:pStyle w:val="Bullet1"/>
      </w:pPr>
      <w:proofErr w:type="gramStart"/>
      <w:r>
        <w:t>t</w:t>
      </w:r>
      <w:r w:rsidR="00717544">
        <w:t>he</w:t>
      </w:r>
      <w:proofErr w:type="gramEnd"/>
      <w:r w:rsidR="00717544">
        <w:t xml:space="preserve">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14:paraId="5E990E8F" w14:textId="128A3A71"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14:paraId="30D07FCF" w14:textId="77777777" w:rsidR="00F50B1C" w:rsidRPr="00F50B1C" w:rsidRDefault="006B3013" w:rsidP="000A691D">
      <w:pPr>
        <w:pStyle w:val="Heading2"/>
      </w:pPr>
      <w:bookmarkStart w:id="21" w:name="_Toc306710225"/>
      <w:bookmarkStart w:id="22" w:name="_Toc306710372"/>
      <w:bookmarkStart w:id="23" w:name="_Toc197236508"/>
      <w:r w:rsidRPr="00993B7D">
        <w:t>Reporting</w:t>
      </w:r>
      <w:bookmarkEnd w:id="21"/>
      <w:bookmarkEnd w:id="22"/>
      <w:bookmarkEnd w:id="23"/>
    </w:p>
    <w:p w14:paraId="49C3F0CE" w14:textId="77777777"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7CF9E90C" w14:textId="61C331DC" w:rsidR="003C44EB" w:rsidRPr="00371BEF" w:rsidRDefault="00B8537D" w:rsidP="000A691D">
      <w:pPr>
        <w:pStyle w:val="Bullet1"/>
      </w:pPr>
      <w:proofErr w:type="gramStart"/>
      <w:r>
        <w:t>i</w:t>
      </w:r>
      <w:r w:rsidR="00585460">
        <w:t>s</w:t>
      </w:r>
      <w:proofErr w:type="gramEnd"/>
      <w:r w:rsidR="00585460">
        <w:t xml:space="preserve"> deployed</w:t>
      </w:r>
      <w:r w:rsidR="00717544">
        <w:t>;</w:t>
      </w:r>
    </w:p>
    <w:p w14:paraId="1A6E65E0" w14:textId="57811543" w:rsidR="00717544" w:rsidRDefault="00B8537D" w:rsidP="000A691D">
      <w:pPr>
        <w:pStyle w:val="Bullet1"/>
      </w:pPr>
      <w:bookmarkStart w:id="24" w:name="_Toc306710226"/>
      <w:proofErr w:type="gramStart"/>
      <w:r>
        <w:t>l</w:t>
      </w:r>
      <w:r w:rsidR="00B1058C" w:rsidRPr="00993B7D">
        <w:t>eaves</w:t>
      </w:r>
      <w:proofErr w:type="gramEnd"/>
      <w:r w:rsidR="00B1058C" w:rsidRPr="00993B7D">
        <w:t xml:space="preserve">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24"/>
      <w:r w:rsidR="009653BC">
        <w:t>;</w:t>
      </w:r>
    </w:p>
    <w:p w14:paraId="1B348FA4" w14:textId="46B94BDE"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considered by the Coastal State that positional information requires updating;</w:t>
      </w:r>
    </w:p>
    <w:p w14:paraId="3D61442C" w14:textId="195634CE"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14:paraId="1847073D" w14:textId="77777777" w:rsidR="00F50B1C" w:rsidRDefault="00F50B1C" w:rsidP="000A691D">
      <w:pPr>
        <w:pStyle w:val="Heading2"/>
      </w:pPr>
      <w:bookmarkStart w:id="25" w:name="_Toc197236509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5"/>
    </w:p>
    <w:p w14:paraId="77ED5FDC" w14:textId="407F0973" w:rsidR="00F50B1C" w:rsidRPr="00F50B1C" w:rsidRDefault="009832CD" w:rsidP="000A691D">
      <w:pPr>
        <w:pStyle w:val="BodyText"/>
      </w:pPr>
      <w:r>
        <w:t>The broadcast of Maritime Safety I</w:t>
      </w:r>
      <w:r w:rsidR="009653BC">
        <w:t>nformation is essential 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F50B1C">
        <w:t>floating wrecks</w:t>
      </w:r>
      <w:r>
        <w:t>.</w:t>
      </w:r>
    </w:p>
    <w:p w14:paraId="68837DAB" w14:textId="77777777" w:rsidR="00F50B1C" w:rsidRPr="00F50B1C" w:rsidRDefault="006A2AB1" w:rsidP="00F50B1C">
      <w:pPr>
        <w:pStyle w:val="Heading1"/>
      </w:pPr>
      <w:bookmarkStart w:id="26" w:name="_Toc216489712"/>
      <w:bookmarkStart w:id="27" w:name="_Toc197236510"/>
      <w:r>
        <w:t>Issues</w:t>
      </w:r>
      <w:bookmarkEnd w:id="26"/>
      <w:r>
        <w:t xml:space="preserve"> of responsibility</w:t>
      </w:r>
      <w:bookmarkEnd w:id="27"/>
    </w:p>
    <w:p w14:paraId="177907FA" w14:textId="1D4069CC" w:rsidR="002752C2" w:rsidRDefault="002752C2" w:rsidP="00B8537D">
      <w:pPr>
        <w:pStyle w:val="List1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14:paraId="1933C928" w14:textId="3C53B27E" w:rsidR="002752C2" w:rsidRPr="000A691D" w:rsidRDefault="00755EFC" w:rsidP="00755EFC">
      <w:pPr>
        <w:pStyle w:val="List1inden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>d or sinks with the floating wreckage</w:t>
      </w:r>
      <w:r w:rsidR="002752C2" w:rsidRPr="000A691D">
        <w:t xml:space="preserve">; </w:t>
      </w:r>
    </w:p>
    <w:p w14:paraId="72B8B402" w14:textId="77777777" w:rsidR="003C44EB" w:rsidRPr="000A691D" w:rsidRDefault="009107A0" w:rsidP="00755EFC">
      <w:pPr>
        <w:pStyle w:val="List1inden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14:paraId="7F6EB259" w14:textId="4A8F0032" w:rsidR="003A793B" w:rsidRPr="009653BC" w:rsidRDefault="00945D42" w:rsidP="00755EFC">
      <w:pPr>
        <w:pStyle w:val="List1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7BEA84F" w14:textId="77777777" w:rsidR="009653BC" w:rsidRDefault="009653BC" w:rsidP="009E1230">
      <w:r>
        <w:separator/>
      </w:r>
    </w:p>
  </w:endnote>
  <w:endnote w:type="continuationSeparator" w:id="0">
    <w:p w14:paraId="5989539C" w14:textId="77777777" w:rsidR="009653BC" w:rsidRDefault="009653BC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16249" w14:textId="77777777"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486BD1">
      <w:rPr>
        <w:noProof/>
        <w:lang w:val="en-US"/>
      </w:rPr>
      <w:t>5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486BD1">
      <w:rPr>
        <w:noProof/>
        <w:lang w:val="en-US"/>
      </w:rPr>
      <w:t>6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37A5119" w14:textId="77777777" w:rsidR="009653BC" w:rsidRDefault="009653BC" w:rsidP="009E1230">
      <w:r>
        <w:separator/>
      </w:r>
    </w:p>
  </w:footnote>
  <w:footnote w:type="continuationSeparator" w:id="0">
    <w:p w14:paraId="53E223C0" w14:textId="77777777" w:rsidR="009653BC" w:rsidRDefault="009653BC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4F3E1" w14:textId="234F0646" w:rsidR="009653BC" w:rsidRDefault="009653BC" w:rsidP="0004410E">
    <w:pPr>
      <w:pStyle w:val="Header"/>
      <w:jc w:val="center"/>
      <w:rPr>
        <w:highlight w:val="yellow"/>
      </w:rPr>
    </w:pPr>
    <w:r w:rsidRPr="00A63292">
      <w:t>Recommendation</w:t>
    </w:r>
    <w:r>
      <w:t xml:space="preserve"> </w:t>
    </w:r>
    <w:r w:rsidRPr="00A63292">
      <w:t>O-</w:t>
    </w:r>
    <w:r>
      <w:rPr>
        <w:highlight w:val="yellow"/>
      </w:rPr>
      <w:t>###</w:t>
    </w:r>
    <w:r w:rsidR="00486BD1">
      <w:t xml:space="preserve"> </w:t>
    </w:r>
    <w:r w:rsidRPr="004B629C">
      <w:rPr>
        <w:sz w:val="20"/>
        <w:szCs w:val="20"/>
      </w:rPr>
      <w:t>on the</w:t>
    </w:r>
    <w:r w:rsidRPr="004B629C">
      <w:rPr>
        <w:rFonts w:cs="Arial"/>
        <w:bCs/>
        <w:color w:val="000000"/>
        <w:sz w:val="20"/>
        <w:szCs w:val="20"/>
      </w:rPr>
      <w:t xml:space="preserve"> m</w:t>
    </w:r>
    <w:r w:rsidRPr="00A63292">
      <w:rPr>
        <w:rFonts w:cs="Arial"/>
        <w:bCs/>
        <w:color w:val="000000"/>
        <w:sz w:val="20"/>
        <w:szCs w:val="20"/>
      </w:rPr>
      <w:t>arking of floating wreckage</w:t>
    </w:r>
  </w:p>
  <w:p w14:paraId="7A6CCC83" w14:textId="77D91064"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14:paraId="3AEEAC42" w14:textId="77777777" w:rsidR="009653BC" w:rsidRDefault="009653BC" w:rsidP="00AB2FA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E1FD6" w14:textId="77777777" w:rsidR="009653BC" w:rsidRPr="00686A29" w:rsidRDefault="009653BC" w:rsidP="00686A29">
    <w:pPr>
      <w:pStyle w:val="Header"/>
      <w:jc w:val="right"/>
      <w:rPr>
        <w:lang w:val="en-US"/>
      </w:rPr>
    </w:pPr>
    <w:r w:rsidRPr="00137ABA">
      <w:rPr>
        <w:lang w:val="en-US"/>
      </w:rPr>
      <w:t>ANM18/</w:t>
    </w:r>
    <w:r>
      <w:rPr>
        <w:lang w:val="en-US"/>
      </w:rPr>
      <w:t>output/7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7C"/>
    <w:multiLevelType w:val="singleLevel"/>
    <w:tmpl w:val="0C1E16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D262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7C89C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80FA6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0EF8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481C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FA2A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22"/>
  </w:num>
  <w:num w:numId="4">
    <w:abstractNumId w:val="10"/>
    <w:lvlOverride w:ilvl="0">
      <w:startOverride w:val="1"/>
    </w:lvlOverride>
  </w:num>
  <w:num w:numId="5">
    <w:abstractNumId w:val="14"/>
  </w:num>
  <w:num w:numId="6">
    <w:abstractNumId w:val="18"/>
  </w:num>
  <w:num w:numId="7">
    <w:abstractNumId w:val="16"/>
  </w:num>
  <w:num w:numId="8">
    <w:abstractNumId w:val="21"/>
  </w:num>
  <w:num w:numId="9">
    <w:abstractNumId w:val="11"/>
  </w:num>
  <w:num w:numId="10">
    <w:abstractNumId w:val="17"/>
  </w:num>
  <w:num w:numId="11">
    <w:abstractNumId w:val="8"/>
  </w:num>
  <w:num w:numId="12">
    <w:abstractNumId w:val="3"/>
  </w:num>
  <w:num w:numId="13">
    <w:abstractNumId w:val="12"/>
  </w:num>
  <w:num w:numId="14">
    <w:abstractNumId w:val="20"/>
  </w:num>
  <w:num w:numId="15">
    <w:abstractNumId w:val="19"/>
  </w:num>
  <w:num w:numId="16">
    <w:abstractNumId w:val="15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7234"/>
    <w:rsid w:val="00087F9F"/>
    <w:rsid w:val="000A691D"/>
    <w:rsid w:val="000C6A87"/>
    <w:rsid w:val="000D7400"/>
    <w:rsid w:val="00101457"/>
    <w:rsid w:val="0011366B"/>
    <w:rsid w:val="00134673"/>
    <w:rsid w:val="00137ABA"/>
    <w:rsid w:val="00184986"/>
    <w:rsid w:val="001948EF"/>
    <w:rsid w:val="00197406"/>
    <w:rsid w:val="001C2FB8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4569"/>
    <w:rsid w:val="0032752D"/>
    <w:rsid w:val="00351DF6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7962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3055B"/>
    <w:rsid w:val="00945D42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7A7A"/>
    <w:rsid w:val="00A3352D"/>
    <w:rsid w:val="00A558C7"/>
    <w:rsid w:val="00A6234F"/>
    <w:rsid w:val="00A63292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CCC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uiPriority w:val="39"/>
    <w:rsid w:val="000A691D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0A691D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0A691D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0A691D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uiPriority w:val="39"/>
    <w:rsid w:val="000A691D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</w:style>
  <w:style w:type="numbering" w:customStyle="1" w:styleId="FootnoteText">
    <w:name w:val="ArticleSection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ontact@iala-aism.org" TargetMode="External"/><Relationship Id="rId10" Type="http://schemas.openxmlformats.org/officeDocument/2006/relationships/hyperlink" Target="http://www.iala-aism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442DA-E0B2-0049-A2A5-BAD23969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\Users\SOUSA RODRIGUES\Documents\anm 16\Recommendation Template_Mar11.dotx</Template>
  <TotalTime>70</TotalTime>
  <Pages>6</Pages>
  <Words>937</Words>
  <Characters>5345</Characters>
  <Application>Microsoft Macintosh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6270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Mike Hadley (Home)</cp:lastModifiedBy>
  <cp:revision>9</cp:revision>
  <cp:lastPrinted>2008-12-16T06:04:00Z</cp:lastPrinted>
  <dcterms:created xsi:type="dcterms:W3CDTF">2012-04-24T10:30:00Z</dcterms:created>
  <dcterms:modified xsi:type="dcterms:W3CDTF">2012-04-28T11:49:00Z</dcterms:modified>
</cp:coreProperties>
</file>